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5105EE" w:rsidP="00F73753">
      <w:pPr>
        <w:spacing w:before="60"/>
        <w:jc w:val="center"/>
        <w:rPr>
          <w:b/>
          <w:caps/>
          <w:sz w:val="28"/>
          <w:u w:val="single"/>
        </w:rPr>
      </w:pPr>
      <w:r w:rsidRPr="005105EE">
        <w:rPr>
          <w:b/>
          <w:sz w:val="28"/>
          <w:szCs w:val="28"/>
          <w:u w:val="single"/>
        </w:rPr>
        <w:t>ANNEX IV</w:t>
      </w:r>
      <w:r w:rsidR="00F73753" w:rsidRPr="005105EE">
        <w:rPr>
          <w:b/>
          <w:sz w:val="28"/>
          <w:szCs w:val="28"/>
          <w:u w:val="single"/>
        </w:rPr>
        <w:t xml:space="preserve"> </w:t>
      </w:r>
      <w:r w:rsidR="00270BBC" w:rsidRPr="005105EE">
        <w:rPr>
          <w:b/>
          <w:caps/>
          <w:sz w:val="28"/>
          <w:u w:val="single"/>
        </w:rPr>
        <w:t>-</w:t>
      </w:r>
      <w:r w:rsidR="00270BBC" w:rsidRPr="00042120">
        <w:rPr>
          <w:b/>
          <w:caps/>
          <w:sz w:val="28"/>
          <w:u w:val="single"/>
        </w:rPr>
        <w:t xml:space="preserve">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3D7C0A" w:rsidRPr="00692934" w:rsidRDefault="003D7C0A" w:rsidP="003D7C0A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692934">
        <w:rPr>
          <w:b/>
          <w:sz w:val="28"/>
          <w:szCs w:val="28"/>
        </w:rPr>
        <w:t>Contract:</w:t>
      </w:r>
      <w:r w:rsidRPr="00692934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692934">
        <w:rPr>
          <w:rFonts w:eastAsia="Calibri"/>
          <w:b/>
          <w:bCs/>
          <w:sz w:val="28"/>
          <w:szCs w:val="28"/>
          <w:lang w:eastAsia="ja-JP"/>
        </w:rPr>
        <w:tab/>
      </w:r>
      <w:r w:rsidR="00082089" w:rsidRPr="00FB5DB6">
        <w:rPr>
          <w:b/>
        </w:rPr>
        <w:t xml:space="preserve">Engineering Support for 4D planning, preparation and documentation for the site assembly of Tokamak components in Worksite 1 </w:t>
      </w:r>
      <w:r w:rsidR="00694E14">
        <w:rPr>
          <w:b/>
        </w:rPr>
        <w:t xml:space="preserve">- </w:t>
      </w:r>
      <w:r w:rsidR="00082089" w:rsidRPr="00FB5DB6">
        <w:rPr>
          <w:b/>
        </w:rPr>
        <w:t>Senior Mechanical Engineer</w:t>
      </w:r>
    </w:p>
    <w:p w:rsidR="003D7C0A" w:rsidRPr="00692934" w:rsidRDefault="003D7C0A" w:rsidP="003D7C0A">
      <w:pPr>
        <w:suppressAutoHyphens/>
        <w:ind w:right="-427"/>
        <w:jc w:val="center"/>
        <w:rPr>
          <w:b/>
          <w:sz w:val="28"/>
          <w:szCs w:val="28"/>
        </w:rPr>
      </w:pPr>
      <w:r w:rsidRPr="00692934">
        <w:rPr>
          <w:b/>
          <w:sz w:val="28"/>
          <w:szCs w:val="28"/>
        </w:rPr>
        <w:t>Reference:</w:t>
      </w:r>
      <w:r w:rsidRPr="00692934">
        <w:rPr>
          <w:b/>
          <w:sz w:val="28"/>
          <w:szCs w:val="28"/>
        </w:rPr>
        <w:tab/>
        <w:t xml:space="preserve"> </w:t>
      </w:r>
      <w:r w:rsidR="00082089" w:rsidRPr="00692934">
        <w:rPr>
          <w:b/>
          <w:sz w:val="28"/>
          <w:szCs w:val="28"/>
        </w:rPr>
        <w:t>IO/20/CFE/10018</w:t>
      </w:r>
      <w:r w:rsidR="00082089">
        <w:rPr>
          <w:b/>
          <w:sz w:val="28"/>
          <w:szCs w:val="28"/>
        </w:rPr>
        <w:t>790</w:t>
      </w:r>
      <w:r w:rsidR="00082089" w:rsidRPr="00692934">
        <w:rPr>
          <w:b/>
          <w:sz w:val="28"/>
          <w:szCs w:val="28"/>
        </w:rPr>
        <w:t>/</w:t>
      </w:r>
      <w:r w:rsidR="00250D85">
        <w:rPr>
          <w:b/>
          <w:sz w:val="28"/>
          <w:szCs w:val="28"/>
        </w:rPr>
        <w:t>RIA</w:t>
      </w:r>
    </w:p>
    <w:p w:rsidR="002B7466" w:rsidRPr="005105EE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5105EE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5105EE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Pr="005105EE" w:rsidRDefault="00BC4F6A" w:rsidP="006F6A3A">
      <w:pPr>
        <w:tabs>
          <w:tab w:val="left" w:pos="1701"/>
        </w:tabs>
        <w:jc w:val="both"/>
      </w:pPr>
    </w:p>
    <w:p w:rsidR="005A6538" w:rsidRPr="005105EE" w:rsidRDefault="005A6538" w:rsidP="006F6A3A">
      <w:pPr>
        <w:tabs>
          <w:tab w:val="left" w:pos="1701"/>
        </w:tabs>
        <w:jc w:val="both"/>
      </w:pPr>
    </w:p>
    <w:p w:rsidR="006F6A3A" w:rsidRPr="005105EE" w:rsidRDefault="006F6A3A" w:rsidP="006F6A3A">
      <w:pPr>
        <w:tabs>
          <w:tab w:val="left" w:pos="1701"/>
        </w:tabs>
        <w:jc w:val="both"/>
      </w:pPr>
      <w:r w:rsidRPr="005105EE">
        <w:t>I</w:t>
      </w:r>
      <w:r w:rsidR="003E4DA9" w:rsidRPr="005105EE">
        <w:t xml:space="preserve"> </w:t>
      </w:r>
      <w:r w:rsidRPr="005105EE">
        <w:t>the undersigned, hereby declare that I</w:t>
      </w:r>
      <w:r w:rsidR="003E4DA9" w:rsidRPr="005105EE">
        <w:t xml:space="preserve"> </w:t>
      </w:r>
      <w:r w:rsidRPr="005105EE">
        <w:t xml:space="preserve">agree to </w:t>
      </w:r>
      <w:r w:rsidR="00E155F8" w:rsidRPr="005105EE">
        <w:t xml:space="preserve">take part in the </w:t>
      </w:r>
      <w:r w:rsidRPr="005105EE">
        <w:t xml:space="preserve">above-mentioned </w:t>
      </w:r>
      <w:r w:rsidR="00E155F8" w:rsidRPr="005105EE">
        <w:t>Call for Expertise</w:t>
      </w:r>
      <w:r w:rsidRPr="005105EE">
        <w:t xml:space="preserve">. </w:t>
      </w:r>
      <w:bookmarkStart w:id="0" w:name="_GoBack"/>
      <w:bookmarkEnd w:id="0"/>
    </w:p>
    <w:p w:rsidR="00D9702B" w:rsidRPr="005105EE" w:rsidRDefault="00D9702B" w:rsidP="006F6A3A">
      <w:pPr>
        <w:tabs>
          <w:tab w:val="left" w:pos="1701"/>
        </w:tabs>
        <w:jc w:val="both"/>
      </w:pPr>
    </w:p>
    <w:p w:rsidR="006F6A3A" w:rsidRPr="005105EE" w:rsidRDefault="006F6A3A" w:rsidP="00463BBE">
      <w:pPr>
        <w:tabs>
          <w:tab w:val="left" w:pos="1701"/>
          <w:tab w:val="left" w:pos="7830"/>
        </w:tabs>
      </w:pPr>
      <w:r w:rsidRPr="005105EE">
        <w:t>I</w:t>
      </w:r>
      <w:r w:rsidR="003E4DA9" w:rsidRPr="005105EE">
        <w:t xml:space="preserve"> </w:t>
      </w:r>
      <w:r w:rsidRPr="005105EE">
        <w:t>further declare that I</w:t>
      </w:r>
      <w:r w:rsidR="003E4DA9" w:rsidRPr="005105EE">
        <w:t xml:space="preserve"> am</w:t>
      </w:r>
      <w:r w:rsidRPr="005105EE">
        <w:t xml:space="preserve"> able and willing to work </w:t>
      </w:r>
      <w:r w:rsidR="00463BBE" w:rsidRPr="005105EE">
        <w:tab/>
      </w:r>
    </w:p>
    <w:p w:rsidR="006F6A3A" w:rsidRPr="005105EE" w:rsidRDefault="006F6A3A" w:rsidP="006F6A3A">
      <w:pPr>
        <w:tabs>
          <w:tab w:val="left" w:pos="1701"/>
        </w:tabs>
      </w:pPr>
    </w:p>
    <w:p w:rsidR="006F6A3A" w:rsidRPr="005105EE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5105EE">
        <w:t xml:space="preserve">for the period(s) foreseen in the </w:t>
      </w:r>
      <w:r w:rsidR="00E155F8" w:rsidRPr="005105EE">
        <w:t>Technical Specification</w:t>
      </w:r>
      <w:r w:rsidRPr="005105EE">
        <w:t xml:space="preserve"> attached to the above referenced </w:t>
      </w:r>
      <w:r w:rsidR="00E155F8" w:rsidRPr="005105EE">
        <w:t>Call for Expertise</w:t>
      </w:r>
      <w:r w:rsidRPr="005105EE">
        <w:t xml:space="preserve"> for the </w:t>
      </w:r>
      <w:r w:rsidR="00D2537F" w:rsidRPr="005105EE">
        <w:t>completion of</w:t>
      </w:r>
      <w:r w:rsidR="00C245D7" w:rsidRPr="005105EE">
        <w:t xml:space="preserve"> the </w:t>
      </w:r>
      <w:r w:rsidR="00D2537F" w:rsidRPr="005105EE">
        <w:t>works</w:t>
      </w:r>
      <w:r w:rsidRPr="005105EE">
        <w:t xml:space="preserve"> </w:t>
      </w:r>
      <w:r w:rsidR="00E155F8" w:rsidRPr="005105EE">
        <w:t>proposed</w:t>
      </w:r>
      <w:r w:rsidRPr="005105EE">
        <w:t xml:space="preserve"> and</w:t>
      </w:r>
    </w:p>
    <w:p w:rsidR="002E0502" w:rsidRPr="005105EE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5105EE">
        <w:t>within</w:t>
      </w:r>
      <w:proofErr w:type="gramEnd"/>
      <w:r w:rsidRPr="005105EE">
        <w:t xml:space="preserve"> the execution period of the specific contract which</w:t>
      </w:r>
      <w:r w:rsidR="002E0502" w:rsidRPr="005105EE">
        <w:t xml:space="preserve"> is scheduled to</w:t>
      </w:r>
      <w:r w:rsidRPr="005105EE">
        <w:t xml:space="preserve"> run</w:t>
      </w:r>
      <w:r w:rsidR="00A252F0" w:rsidRPr="005105EE">
        <w:t xml:space="preserve"> from </w:t>
      </w:r>
      <w:r w:rsidR="00250D85">
        <w:t>May</w:t>
      </w:r>
      <w:r w:rsidR="005105EE">
        <w:t xml:space="preserve"> </w:t>
      </w:r>
      <w:r w:rsidR="005105EE" w:rsidRPr="005105EE">
        <w:t>2020</w:t>
      </w:r>
      <w:r w:rsidR="003E4DA9" w:rsidRPr="005105EE">
        <w:t xml:space="preserve"> </w:t>
      </w:r>
      <w:r w:rsidR="00A252F0" w:rsidRPr="005105EE">
        <w:t>for</w:t>
      </w:r>
      <w:r w:rsidR="00860A2F" w:rsidRPr="005105EE">
        <w:t xml:space="preserve"> </w:t>
      </w:r>
      <w:r w:rsidR="00082089">
        <w:t>12</w:t>
      </w:r>
      <w:r w:rsidR="003E4DA9" w:rsidRPr="005105EE">
        <w:t xml:space="preserve"> months</w:t>
      </w:r>
      <w:r w:rsidR="0004610A" w:rsidRPr="005105EE">
        <w:t xml:space="preserve">. </w:t>
      </w:r>
      <w:r w:rsidR="00506D28" w:rsidRPr="005105EE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5D9" w:rsidRDefault="007215D9">
      <w:r>
        <w:separator/>
      </w:r>
    </w:p>
  </w:endnote>
  <w:endnote w:type="continuationSeparator" w:id="0">
    <w:p w:rsidR="007215D9" w:rsidRDefault="00721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5D9" w:rsidRDefault="007215D9">
      <w:r>
        <w:separator/>
      </w:r>
    </w:p>
  </w:footnote>
  <w:footnote w:type="continuationSeparator" w:id="0">
    <w:p w:rsidR="007215D9" w:rsidRDefault="00721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6B22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82089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C6B22"/>
    <w:rsid w:val="001E78CC"/>
    <w:rsid w:val="001F51EB"/>
    <w:rsid w:val="00215CA2"/>
    <w:rsid w:val="002327D3"/>
    <w:rsid w:val="00233280"/>
    <w:rsid w:val="00237904"/>
    <w:rsid w:val="00243BA2"/>
    <w:rsid w:val="00250D85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D7C0A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4E5F89"/>
    <w:rsid w:val="00506D28"/>
    <w:rsid w:val="005105EE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94E14"/>
    <w:rsid w:val="006A2821"/>
    <w:rsid w:val="006B1176"/>
    <w:rsid w:val="006D5775"/>
    <w:rsid w:val="006F6A3A"/>
    <w:rsid w:val="00704653"/>
    <w:rsid w:val="007140AD"/>
    <w:rsid w:val="00717BC4"/>
    <w:rsid w:val="007215D9"/>
    <w:rsid w:val="007362F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A4E57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E51ADF"/>
  <w15:docId w15:val="{4F21252F-6C0C-458B-8FE6-57FB8876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day1\AppData\Local\Packages\Microsoft.MicrosoftEdge_8wekyb3d8bbwe\TempState\Downloads\Statement_of_Exclusivity_and_Availabilit_4775HM_v1_3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(1).dotx</Template>
  <TotalTime>11</TotalTime>
  <Pages>1</Pages>
  <Words>220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Maeda Yo</dc:creator>
  <cp:lastModifiedBy>Inoa Rosilennys EXT</cp:lastModifiedBy>
  <cp:revision>11</cp:revision>
  <cp:lastPrinted>2012-04-10T09:52:00Z</cp:lastPrinted>
  <dcterms:created xsi:type="dcterms:W3CDTF">2020-01-24T08:17:00Z</dcterms:created>
  <dcterms:modified xsi:type="dcterms:W3CDTF">2020-03-17T15:55:00Z</dcterms:modified>
</cp:coreProperties>
</file>